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3DB" w:rsidRDefault="00FD13DB" w:rsidP="00A604E0">
      <w:pPr>
        <w:ind w:left="4320"/>
        <w:jc w:val="center"/>
        <w:rPr>
          <w:b/>
        </w:rPr>
      </w:pPr>
      <w:r>
        <w:rPr>
          <w:b/>
        </w:rPr>
        <w:t>Приложение № 6</w:t>
      </w:r>
    </w:p>
    <w:p w:rsidR="00FD13DB" w:rsidRDefault="00FD13DB" w:rsidP="00A604E0">
      <w:pPr>
        <w:ind w:left="4320"/>
        <w:jc w:val="center"/>
        <w:rPr>
          <w:b/>
        </w:rPr>
      </w:pPr>
      <w:r>
        <w:rPr>
          <w:b/>
        </w:rPr>
        <w:t>к решению Совета депутатов</w:t>
      </w:r>
    </w:p>
    <w:p w:rsidR="00FD13DB" w:rsidRDefault="00FD13DB" w:rsidP="00A604E0">
      <w:pPr>
        <w:ind w:left="4320"/>
        <w:jc w:val="center"/>
        <w:rPr>
          <w:b/>
        </w:rPr>
      </w:pPr>
      <w:r>
        <w:rPr>
          <w:b/>
        </w:rPr>
        <w:t xml:space="preserve">Булгаковского сельского поселения </w:t>
      </w:r>
    </w:p>
    <w:p w:rsidR="00FD13DB" w:rsidRDefault="00FD13DB" w:rsidP="004C0596">
      <w:pPr>
        <w:ind w:left="4320"/>
        <w:rPr>
          <w:sz w:val="28"/>
          <w:szCs w:val="28"/>
        </w:rPr>
      </w:pPr>
      <w:r>
        <w:rPr>
          <w:b/>
        </w:rPr>
        <w:t xml:space="preserve">                                 От 22.12. 2015г.  №</w:t>
      </w:r>
      <w:r>
        <w:rPr>
          <w:sz w:val="28"/>
          <w:szCs w:val="28"/>
        </w:rPr>
        <w:t xml:space="preserve"> 39                    </w:t>
      </w:r>
    </w:p>
    <w:p w:rsidR="00FD13DB" w:rsidRDefault="00FD13DB" w:rsidP="004C0596">
      <w:pPr>
        <w:jc w:val="center"/>
      </w:pPr>
    </w:p>
    <w:p w:rsidR="00FD13DB" w:rsidRDefault="00FD13DB" w:rsidP="00CC0174"/>
    <w:p w:rsidR="00FD13DB" w:rsidRDefault="00FD13DB" w:rsidP="00CC0174"/>
    <w:p w:rsidR="00FD13DB" w:rsidRPr="00D0274B" w:rsidRDefault="00FD13DB" w:rsidP="00CC0174"/>
    <w:p w:rsidR="00FD13DB" w:rsidRDefault="00FD13DB" w:rsidP="00DF26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0274B">
        <w:rPr>
          <w:b/>
          <w:bCs/>
          <w:sz w:val="28"/>
          <w:szCs w:val="28"/>
        </w:rPr>
        <w:t xml:space="preserve">Прогнозируемый объем доходов в части доходов, установленных </w:t>
      </w:r>
      <w:r>
        <w:rPr>
          <w:b/>
          <w:bCs/>
          <w:sz w:val="28"/>
          <w:szCs w:val="28"/>
        </w:rPr>
        <w:t xml:space="preserve">решением Совета депутатов </w:t>
      </w:r>
      <w:r w:rsidRPr="00D0274B">
        <w:rPr>
          <w:b/>
          <w:bCs/>
          <w:sz w:val="28"/>
          <w:szCs w:val="28"/>
        </w:rPr>
        <w:t>«О дорожном фонде</w:t>
      </w:r>
      <w:r>
        <w:rPr>
          <w:b/>
          <w:bCs/>
          <w:sz w:val="28"/>
          <w:szCs w:val="28"/>
        </w:rPr>
        <w:t xml:space="preserve"> муниципального образования Булгаковское сельское поселение Духовщинского района Смоленской области</w:t>
      </w:r>
      <w:r w:rsidRPr="00D0274B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Pr="00D0274B">
        <w:rPr>
          <w:b/>
          <w:bCs/>
          <w:sz w:val="28"/>
          <w:szCs w:val="28"/>
        </w:rPr>
        <w:t>в 201</w:t>
      </w:r>
      <w:r>
        <w:rPr>
          <w:b/>
          <w:bCs/>
          <w:sz w:val="28"/>
          <w:szCs w:val="28"/>
        </w:rPr>
        <w:t>6</w:t>
      </w:r>
      <w:r w:rsidRPr="00D0274B">
        <w:rPr>
          <w:b/>
          <w:bCs/>
          <w:sz w:val="28"/>
          <w:szCs w:val="28"/>
        </w:rPr>
        <w:t xml:space="preserve"> году</w:t>
      </w:r>
    </w:p>
    <w:p w:rsidR="00FD13DB" w:rsidRDefault="00FD13DB" w:rsidP="00CC0174">
      <w:pPr>
        <w:jc w:val="right"/>
        <w:rPr>
          <w:sz w:val="28"/>
          <w:szCs w:val="28"/>
        </w:rPr>
      </w:pPr>
    </w:p>
    <w:p w:rsidR="00FD13DB" w:rsidRPr="00D0274B" w:rsidRDefault="00FD13DB" w:rsidP="00CC0174">
      <w:pPr>
        <w:jc w:val="right"/>
      </w:pPr>
      <w:r w:rsidRPr="00D0274B">
        <w:rPr>
          <w:sz w:val="28"/>
          <w:szCs w:val="28"/>
        </w:rPr>
        <w:t>( рублей)</w:t>
      </w: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92"/>
        <w:gridCol w:w="5236"/>
        <w:gridCol w:w="1870"/>
      </w:tblGrid>
      <w:tr w:rsidR="00FD13DB" w:rsidRPr="00D0274B">
        <w:trPr>
          <w:trHeight w:val="852"/>
        </w:trPr>
        <w:tc>
          <w:tcPr>
            <w:tcW w:w="2992" w:type="dxa"/>
            <w:vAlign w:val="center"/>
          </w:tcPr>
          <w:p w:rsidR="00FD13DB" w:rsidRPr="00D0274B" w:rsidRDefault="00FD13DB" w:rsidP="00B51B2D">
            <w:pPr>
              <w:jc w:val="center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36" w:type="dxa"/>
            <w:vAlign w:val="center"/>
          </w:tcPr>
          <w:p w:rsidR="00FD13DB" w:rsidRPr="00D0274B" w:rsidRDefault="00FD13DB" w:rsidP="00B51B2D">
            <w:pPr>
              <w:jc w:val="center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Наименование кода дохода бюджета</w:t>
            </w:r>
          </w:p>
        </w:tc>
        <w:tc>
          <w:tcPr>
            <w:tcW w:w="1870" w:type="dxa"/>
            <w:vAlign w:val="center"/>
          </w:tcPr>
          <w:p w:rsidR="00FD13DB" w:rsidRPr="00D0274B" w:rsidRDefault="00FD13DB" w:rsidP="00B51B2D">
            <w:pPr>
              <w:jc w:val="center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FD13DB" w:rsidRPr="00D0274B" w:rsidRDefault="00FD13DB" w:rsidP="00B51B2D">
      <w:pPr>
        <w:rPr>
          <w:sz w:val="2"/>
          <w:szCs w:val="2"/>
        </w:rPr>
      </w:pPr>
    </w:p>
    <w:p w:rsidR="00FD13DB" w:rsidRPr="00D0274B" w:rsidRDefault="00FD13DB" w:rsidP="00B51B2D">
      <w:pPr>
        <w:rPr>
          <w:sz w:val="2"/>
          <w:szCs w:val="2"/>
        </w:rPr>
      </w:pPr>
    </w:p>
    <w:tbl>
      <w:tblPr>
        <w:tblW w:w="10098" w:type="dxa"/>
        <w:tblInd w:w="108" w:type="dxa"/>
        <w:tblLayout w:type="fixed"/>
        <w:tblLook w:val="0000"/>
      </w:tblPr>
      <w:tblGrid>
        <w:gridCol w:w="2992"/>
        <w:gridCol w:w="5236"/>
        <w:gridCol w:w="1870"/>
      </w:tblGrid>
      <w:tr w:rsidR="00FD13DB" w:rsidRPr="00D0274B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DB" w:rsidRPr="00D0274B" w:rsidRDefault="00FD13DB" w:rsidP="00B51B2D">
            <w:pPr>
              <w:jc w:val="center"/>
            </w:pPr>
            <w:r w:rsidRPr="00D0274B">
              <w:t>1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3DB" w:rsidRPr="00D0274B" w:rsidRDefault="00FD13DB" w:rsidP="00B51B2D">
            <w:pPr>
              <w:jc w:val="center"/>
            </w:pPr>
            <w:r w:rsidRPr="00D0274B"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3DB" w:rsidRPr="00D0274B" w:rsidRDefault="00FD13DB" w:rsidP="00B51B2D">
            <w:pPr>
              <w:jc w:val="center"/>
            </w:pPr>
            <w:r w:rsidRPr="00D0274B">
              <w:t>3</w:t>
            </w:r>
          </w:p>
        </w:tc>
      </w:tr>
      <w:tr w:rsidR="00FD13DB" w:rsidRPr="00D0274B" w:rsidTr="00317206">
        <w:trPr>
          <w:cantSplit/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DB" w:rsidRPr="00D0274B" w:rsidRDefault="00FD13DB" w:rsidP="00B51B2D">
            <w:pPr>
              <w:jc w:val="center"/>
              <w:rPr>
                <w:sz w:val="28"/>
                <w:szCs w:val="28"/>
              </w:rPr>
            </w:pPr>
            <w:r w:rsidRPr="00D0274B">
              <w:rPr>
                <w:sz w:val="28"/>
                <w:szCs w:val="28"/>
              </w:rPr>
              <w:t>1 00 00000 00 0000 000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3DB" w:rsidRPr="00D0274B" w:rsidRDefault="00FD13DB" w:rsidP="000D030A">
            <w:pPr>
              <w:jc w:val="both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НАЛОГОВЫЕ ДОХОДЫ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3DB" w:rsidRPr="00C1502E" w:rsidRDefault="00FD13DB" w:rsidP="003172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496002,00</w:t>
            </w:r>
          </w:p>
        </w:tc>
      </w:tr>
      <w:tr w:rsidR="00FD13DB" w:rsidRPr="00D0274B" w:rsidTr="00317206">
        <w:trPr>
          <w:cantSplit/>
          <w:trHeight w:val="128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DB" w:rsidRPr="00D0274B" w:rsidRDefault="00FD13DB" w:rsidP="00B51B2D">
            <w:pPr>
              <w:jc w:val="center"/>
              <w:rPr>
                <w:sz w:val="28"/>
                <w:szCs w:val="28"/>
              </w:rPr>
            </w:pPr>
            <w:r w:rsidRPr="00D0274B">
              <w:rPr>
                <w:sz w:val="28"/>
                <w:szCs w:val="28"/>
              </w:rPr>
              <w:t>1 03 00000 00 0000 000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3DB" w:rsidRPr="00D0274B" w:rsidRDefault="00FD13DB" w:rsidP="00B51B2D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0274B">
              <w:rPr>
                <w:b/>
                <w:bCs/>
                <w:i/>
                <w:iCs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3DB" w:rsidRDefault="00FD13DB" w:rsidP="00317206">
            <w:pPr>
              <w:jc w:val="center"/>
              <w:rPr>
                <w:b/>
                <w:sz w:val="28"/>
                <w:szCs w:val="28"/>
              </w:rPr>
            </w:pPr>
          </w:p>
          <w:p w:rsidR="00FD13DB" w:rsidRPr="00C1502E" w:rsidRDefault="00FD13DB" w:rsidP="003172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496002,00</w:t>
            </w:r>
          </w:p>
        </w:tc>
      </w:tr>
      <w:tr w:rsidR="00FD13DB" w:rsidRPr="00D0274B" w:rsidTr="00317206">
        <w:trPr>
          <w:cantSplit/>
          <w:trHeight w:val="104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DB" w:rsidRPr="00D0274B" w:rsidRDefault="00FD13DB" w:rsidP="00B51B2D">
            <w:pPr>
              <w:jc w:val="center"/>
              <w:rPr>
                <w:sz w:val="28"/>
                <w:szCs w:val="28"/>
              </w:rPr>
            </w:pPr>
            <w:r w:rsidRPr="00D0274B">
              <w:rPr>
                <w:sz w:val="28"/>
                <w:szCs w:val="28"/>
              </w:rPr>
              <w:t>1 03 02000 01 0000 110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3DB" w:rsidRPr="00D0274B" w:rsidRDefault="00FD13DB" w:rsidP="00B51B2D">
            <w:pPr>
              <w:jc w:val="both"/>
              <w:rPr>
                <w:sz w:val="28"/>
                <w:szCs w:val="28"/>
              </w:rPr>
            </w:pPr>
            <w:r w:rsidRPr="00D0274B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13DB" w:rsidRDefault="00FD13DB" w:rsidP="00317206">
            <w:pPr>
              <w:jc w:val="center"/>
              <w:rPr>
                <w:sz w:val="28"/>
                <w:szCs w:val="28"/>
              </w:rPr>
            </w:pPr>
          </w:p>
          <w:p w:rsidR="00FD13DB" w:rsidRPr="00203C85" w:rsidRDefault="00FD13DB" w:rsidP="00317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496002,00</w:t>
            </w:r>
          </w:p>
        </w:tc>
      </w:tr>
    </w:tbl>
    <w:p w:rsidR="00FD13DB" w:rsidRPr="00D0274B" w:rsidRDefault="00FD13DB" w:rsidP="00B51B2D"/>
    <w:sectPr w:rsidR="00FD13DB" w:rsidRPr="00D0274B" w:rsidSect="00DF510A">
      <w:headerReference w:type="default" r:id="rId6"/>
      <w:pgSz w:w="11907" w:h="16840" w:code="9"/>
      <w:pgMar w:top="1134" w:right="567" w:bottom="1134" w:left="1134" w:header="567" w:footer="56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3DB" w:rsidRDefault="00FD13DB">
      <w:r>
        <w:separator/>
      </w:r>
    </w:p>
  </w:endnote>
  <w:endnote w:type="continuationSeparator" w:id="1">
    <w:p w:rsidR="00FD13DB" w:rsidRDefault="00FD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3DB" w:rsidRDefault="00FD13DB">
      <w:r>
        <w:separator/>
      </w:r>
    </w:p>
  </w:footnote>
  <w:footnote w:type="continuationSeparator" w:id="1">
    <w:p w:rsidR="00FD13DB" w:rsidRDefault="00FD13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3DB" w:rsidRDefault="00FD13DB" w:rsidP="00CA22D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D13DB" w:rsidRDefault="00FD13D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rawingGridVerticalSpacing w:val="136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1B2D"/>
    <w:rsid w:val="00000235"/>
    <w:rsid w:val="00000E89"/>
    <w:rsid w:val="0001218F"/>
    <w:rsid w:val="000167B8"/>
    <w:rsid w:val="00033605"/>
    <w:rsid w:val="000374FE"/>
    <w:rsid w:val="00045CB8"/>
    <w:rsid w:val="00047475"/>
    <w:rsid w:val="00052CC6"/>
    <w:rsid w:val="0005651A"/>
    <w:rsid w:val="00057319"/>
    <w:rsid w:val="00057AAC"/>
    <w:rsid w:val="00057B50"/>
    <w:rsid w:val="00057E4A"/>
    <w:rsid w:val="0006375C"/>
    <w:rsid w:val="00064CD9"/>
    <w:rsid w:val="00080607"/>
    <w:rsid w:val="000855E7"/>
    <w:rsid w:val="00087EAF"/>
    <w:rsid w:val="00090FE7"/>
    <w:rsid w:val="000948C5"/>
    <w:rsid w:val="00095CFC"/>
    <w:rsid w:val="000971A9"/>
    <w:rsid w:val="000A6E8A"/>
    <w:rsid w:val="000A7FF5"/>
    <w:rsid w:val="000B0EF0"/>
    <w:rsid w:val="000B49F4"/>
    <w:rsid w:val="000C2372"/>
    <w:rsid w:val="000C4763"/>
    <w:rsid w:val="000C5CA5"/>
    <w:rsid w:val="000D030A"/>
    <w:rsid w:val="000D0F64"/>
    <w:rsid w:val="000D5983"/>
    <w:rsid w:val="000D787E"/>
    <w:rsid w:val="000E2533"/>
    <w:rsid w:val="000E315B"/>
    <w:rsid w:val="000E3415"/>
    <w:rsid w:val="000E3B8C"/>
    <w:rsid w:val="000E6A95"/>
    <w:rsid w:val="000F7003"/>
    <w:rsid w:val="00105FF9"/>
    <w:rsid w:val="0011717A"/>
    <w:rsid w:val="00125B3F"/>
    <w:rsid w:val="00126944"/>
    <w:rsid w:val="001270A5"/>
    <w:rsid w:val="0013702C"/>
    <w:rsid w:val="0015322E"/>
    <w:rsid w:val="0016480F"/>
    <w:rsid w:val="00165F07"/>
    <w:rsid w:val="00174463"/>
    <w:rsid w:val="00182C8D"/>
    <w:rsid w:val="001A3518"/>
    <w:rsid w:val="001A3C64"/>
    <w:rsid w:val="001A48D1"/>
    <w:rsid w:val="001B22D9"/>
    <w:rsid w:val="001B3353"/>
    <w:rsid w:val="001C730E"/>
    <w:rsid w:val="001D637D"/>
    <w:rsid w:val="001E4FF0"/>
    <w:rsid w:val="001E674F"/>
    <w:rsid w:val="001E78C0"/>
    <w:rsid w:val="001F07BF"/>
    <w:rsid w:val="001F21B1"/>
    <w:rsid w:val="001F59C8"/>
    <w:rsid w:val="002028C5"/>
    <w:rsid w:val="0020329B"/>
    <w:rsid w:val="00203C85"/>
    <w:rsid w:val="002110B6"/>
    <w:rsid w:val="0022218E"/>
    <w:rsid w:val="00222CF5"/>
    <w:rsid w:val="00232B95"/>
    <w:rsid w:val="00247235"/>
    <w:rsid w:val="00252890"/>
    <w:rsid w:val="002601CF"/>
    <w:rsid w:val="00266FB7"/>
    <w:rsid w:val="00267DD3"/>
    <w:rsid w:val="00271CCF"/>
    <w:rsid w:val="002741E8"/>
    <w:rsid w:val="00274D1E"/>
    <w:rsid w:val="0028078B"/>
    <w:rsid w:val="002874A3"/>
    <w:rsid w:val="00291C09"/>
    <w:rsid w:val="00295A1F"/>
    <w:rsid w:val="00296E32"/>
    <w:rsid w:val="002A2429"/>
    <w:rsid w:val="002A6A31"/>
    <w:rsid w:val="002B3CF9"/>
    <w:rsid w:val="002B6FB1"/>
    <w:rsid w:val="002B756A"/>
    <w:rsid w:val="002C0D9B"/>
    <w:rsid w:val="002C10E3"/>
    <w:rsid w:val="002C18D0"/>
    <w:rsid w:val="002D0DB7"/>
    <w:rsid w:val="002D311A"/>
    <w:rsid w:val="002D3401"/>
    <w:rsid w:val="002D3A89"/>
    <w:rsid w:val="002D5E42"/>
    <w:rsid w:val="002E031B"/>
    <w:rsid w:val="002E1C88"/>
    <w:rsid w:val="002E2CF9"/>
    <w:rsid w:val="002E3967"/>
    <w:rsid w:val="002E5F9F"/>
    <w:rsid w:val="002F14FD"/>
    <w:rsid w:val="002F2F8C"/>
    <w:rsid w:val="002F7B0A"/>
    <w:rsid w:val="00301010"/>
    <w:rsid w:val="00317206"/>
    <w:rsid w:val="003215B6"/>
    <w:rsid w:val="0033334E"/>
    <w:rsid w:val="003354BB"/>
    <w:rsid w:val="003375E3"/>
    <w:rsid w:val="00337745"/>
    <w:rsid w:val="00337FA8"/>
    <w:rsid w:val="003423A4"/>
    <w:rsid w:val="0035170C"/>
    <w:rsid w:val="00351BA6"/>
    <w:rsid w:val="00354C10"/>
    <w:rsid w:val="00366150"/>
    <w:rsid w:val="0037205D"/>
    <w:rsid w:val="0037414E"/>
    <w:rsid w:val="00375887"/>
    <w:rsid w:val="00376856"/>
    <w:rsid w:val="00384A79"/>
    <w:rsid w:val="00385F57"/>
    <w:rsid w:val="00387458"/>
    <w:rsid w:val="00387E82"/>
    <w:rsid w:val="00390078"/>
    <w:rsid w:val="003A0F82"/>
    <w:rsid w:val="003B375A"/>
    <w:rsid w:val="003C17B6"/>
    <w:rsid w:val="003D599B"/>
    <w:rsid w:val="003E03DB"/>
    <w:rsid w:val="003E416C"/>
    <w:rsid w:val="003F0DCD"/>
    <w:rsid w:val="003F14AA"/>
    <w:rsid w:val="004001B8"/>
    <w:rsid w:val="004031DB"/>
    <w:rsid w:val="00410DA0"/>
    <w:rsid w:val="00427E6C"/>
    <w:rsid w:val="004300C5"/>
    <w:rsid w:val="00440F70"/>
    <w:rsid w:val="00441653"/>
    <w:rsid w:val="0044272C"/>
    <w:rsid w:val="00464E2D"/>
    <w:rsid w:val="0046677A"/>
    <w:rsid w:val="004706CB"/>
    <w:rsid w:val="00480F60"/>
    <w:rsid w:val="00481865"/>
    <w:rsid w:val="00491416"/>
    <w:rsid w:val="00492376"/>
    <w:rsid w:val="00494E25"/>
    <w:rsid w:val="0049659A"/>
    <w:rsid w:val="004A3DFE"/>
    <w:rsid w:val="004A4231"/>
    <w:rsid w:val="004B06C2"/>
    <w:rsid w:val="004B37BA"/>
    <w:rsid w:val="004C0596"/>
    <w:rsid w:val="004D32D1"/>
    <w:rsid w:val="004F384F"/>
    <w:rsid w:val="004F3B3D"/>
    <w:rsid w:val="004F43CB"/>
    <w:rsid w:val="004F5B99"/>
    <w:rsid w:val="00502229"/>
    <w:rsid w:val="00502D41"/>
    <w:rsid w:val="0051265B"/>
    <w:rsid w:val="00517514"/>
    <w:rsid w:val="00522AD8"/>
    <w:rsid w:val="00525E6B"/>
    <w:rsid w:val="00527216"/>
    <w:rsid w:val="0052781B"/>
    <w:rsid w:val="005322E2"/>
    <w:rsid w:val="00532E3E"/>
    <w:rsid w:val="00533304"/>
    <w:rsid w:val="00534CD3"/>
    <w:rsid w:val="00540074"/>
    <w:rsid w:val="00542DA4"/>
    <w:rsid w:val="00545A79"/>
    <w:rsid w:val="00550BD0"/>
    <w:rsid w:val="005551FE"/>
    <w:rsid w:val="005579A4"/>
    <w:rsid w:val="005751AB"/>
    <w:rsid w:val="0058435E"/>
    <w:rsid w:val="00590F43"/>
    <w:rsid w:val="005B0EA3"/>
    <w:rsid w:val="005B73E4"/>
    <w:rsid w:val="005C2153"/>
    <w:rsid w:val="005D3F71"/>
    <w:rsid w:val="005D7F53"/>
    <w:rsid w:val="005E108D"/>
    <w:rsid w:val="005E23D3"/>
    <w:rsid w:val="005F414C"/>
    <w:rsid w:val="006040D8"/>
    <w:rsid w:val="006104E6"/>
    <w:rsid w:val="00627AC1"/>
    <w:rsid w:val="00641140"/>
    <w:rsid w:val="00644078"/>
    <w:rsid w:val="00645FE1"/>
    <w:rsid w:val="0065588F"/>
    <w:rsid w:val="00667845"/>
    <w:rsid w:val="00670EFE"/>
    <w:rsid w:val="00671CB9"/>
    <w:rsid w:val="006808F2"/>
    <w:rsid w:val="00681751"/>
    <w:rsid w:val="0068468D"/>
    <w:rsid w:val="006908D4"/>
    <w:rsid w:val="00695767"/>
    <w:rsid w:val="006A06A1"/>
    <w:rsid w:val="006A11B7"/>
    <w:rsid w:val="006A292A"/>
    <w:rsid w:val="006B22A8"/>
    <w:rsid w:val="006B44B1"/>
    <w:rsid w:val="006B5074"/>
    <w:rsid w:val="006B7A8C"/>
    <w:rsid w:val="006C0F6A"/>
    <w:rsid w:val="006C7836"/>
    <w:rsid w:val="006D22AB"/>
    <w:rsid w:val="006D3AA7"/>
    <w:rsid w:val="006D6FED"/>
    <w:rsid w:val="006E0FA6"/>
    <w:rsid w:val="006E70F8"/>
    <w:rsid w:val="006F6ACA"/>
    <w:rsid w:val="007038C1"/>
    <w:rsid w:val="007066C9"/>
    <w:rsid w:val="007212E3"/>
    <w:rsid w:val="00724609"/>
    <w:rsid w:val="00727E8F"/>
    <w:rsid w:val="00744D9D"/>
    <w:rsid w:val="00751EFF"/>
    <w:rsid w:val="00757CA5"/>
    <w:rsid w:val="007734BF"/>
    <w:rsid w:val="00775499"/>
    <w:rsid w:val="00784320"/>
    <w:rsid w:val="007872F8"/>
    <w:rsid w:val="00790DDD"/>
    <w:rsid w:val="0079105B"/>
    <w:rsid w:val="0079258B"/>
    <w:rsid w:val="0079438E"/>
    <w:rsid w:val="007976CD"/>
    <w:rsid w:val="007A23B4"/>
    <w:rsid w:val="007A414E"/>
    <w:rsid w:val="007B67FB"/>
    <w:rsid w:val="007B6A81"/>
    <w:rsid w:val="007C4BB2"/>
    <w:rsid w:val="007E3D18"/>
    <w:rsid w:val="007E7AB6"/>
    <w:rsid w:val="0080484F"/>
    <w:rsid w:val="008050B8"/>
    <w:rsid w:val="00811D0D"/>
    <w:rsid w:val="00812F20"/>
    <w:rsid w:val="00817C5D"/>
    <w:rsid w:val="00823209"/>
    <w:rsid w:val="008236D9"/>
    <w:rsid w:val="0083774B"/>
    <w:rsid w:val="0084233F"/>
    <w:rsid w:val="008423FF"/>
    <w:rsid w:val="008535FF"/>
    <w:rsid w:val="0086281F"/>
    <w:rsid w:val="008653B8"/>
    <w:rsid w:val="00873719"/>
    <w:rsid w:val="00874783"/>
    <w:rsid w:val="008909E5"/>
    <w:rsid w:val="00891333"/>
    <w:rsid w:val="00894873"/>
    <w:rsid w:val="008A063E"/>
    <w:rsid w:val="008A3351"/>
    <w:rsid w:val="008A76A2"/>
    <w:rsid w:val="008B2323"/>
    <w:rsid w:val="008B63D6"/>
    <w:rsid w:val="008C4EC7"/>
    <w:rsid w:val="008C7C67"/>
    <w:rsid w:val="008D1AF8"/>
    <w:rsid w:val="008E005E"/>
    <w:rsid w:val="008E10F2"/>
    <w:rsid w:val="008E2176"/>
    <w:rsid w:val="008E21A2"/>
    <w:rsid w:val="008E5EEB"/>
    <w:rsid w:val="008F1BCD"/>
    <w:rsid w:val="008F5E93"/>
    <w:rsid w:val="00904573"/>
    <w:rsid w:val="00921073"/>
    <w:rsid w:val="00923A52"/>
    <w:rsid w:val="009248CB"/>
    <w:rsid w:val="00927580"/>
    <w:rsid w:val="00931F21"/>
    <w:rsid w:val="00934B1D"/>
    <w:rsid w:val="009368D8"/>
    <w:rsid w:val="00944D3F"/>
    <w:rsid w:val="00945D2D"/>
    <w:rsid w:val="00950A34"/>
    <w:rsid w:val="009568EA"/>
    <w:rsid w:val="00957CA5"/>
    <w:rsid w:val="00967010"/>
    <w:rsid w:val="0097358B"/>
    <w:rsid w:val="0097380B"/>
    <w:rsid w:val="00980438"/>
    <w:rsid w:val="0098316B"/>
    <w:rsid w:val="00996689"/>
    <w:rsid w:val="009A140C"/>
    <w:rsid w:val="009A1935"/>
    <w:rsid w:val="009A1E34"/>
    <w:rsid w:val="009A5760"/>
    <w:rsid w:val="009B0E4A"/>
    <w:rsid w:val="009B151D"/>
    <w:rsid w:val="009C7BB4"/>
    <w:rsid w:val="009C7DFB"/>
    <w:rsid w:val="009D0578"/>
    <w:rsid w:val="009D2177"/>
    <w:rsid w:val="009D4FAC"/>
    <w:rsid w:val="009E0FE8"/>
    <w:rsid w:val="009E37C3"/>
    <w:rsid w:val="009F21BB"/>
    <w:rsid w:val="00A01E47"/>
    <w:rsid w:val="00A02FEE"/>
    <w:rsid w:val="00A04397"/>
    <w:rsid w:val="00A10FA8"/>
    <w:rsid w:val="00A313AF"/>
    <w:rsid w:val="00A321D6"/>
    <w:rsid w:val="00A52701"/>
    <w:rsid w:val="00A53B35"/>
    <w:rsid w:val="00A5487B"/>
    <w:rsid w:val="00A55B4A"/>
    <w:rsid w:val="00A604E0"/>
    <w:rsid w:val="00A65985"/>
    <w:rsid w:val="00A709E4"/>
    <w:rsid w:val="00A82C2E"/>
    <w:rsid w:val="00A87758"/>
    <w:rsid w:val="00A91888"/>
    <w:rsid w:val="00A96EBC"/>
    <w:rsid w:val="00AA0428"/>
    <w:rsid w:val="00AA054E"/>
    <w:rsid w:val="00AA0D78"/>
    <w:rsid w:val="00AA5232"/>
    <w:rsid w:val="00AA7012"/>
    <w:rsid w:val="00AB00B3"/>
    <w:rsid w:val="00AB30A0"/>
    <w:rsid w:val="00AB3F3A"/>
    <w:rsid w:val="00AC4C04"/>
    <w:rsid w:val="00AC52E3"/>
    <w:rsid w:val="00AC5CB9"/>
    <w:rsid w:val="00AE1222"/>
    <w:rsid w:val="00AF653B"/>
    <w:rsid w:val="00AF7134"/>
    <w:rsid w:val="00B02458"/>
    <w:rsid w:val="00B07E04"/>
    <w:rsid w:val="00B200BA"/>
    <w:rsid w:val="00B20909"/>
    <w:rsid w:val="00B2123A"/>
    <w:rsid w:val="00B368B7"/>
    <w:rsid w:val="00B37F66"/>
    <w:rsid w:val="00B4731E"/>
    <w:rsid w:val="00B50E7B"/>
    <w:rsid w:val="00B51B2D"/>
    <w:rsid w:val="00B57006"/>
    <w:rsid w:val="00B65EAF"/>
    <w:rsid w:val="00B7241A"/>
    <w:rsid w:val="00B85AD2"/>
    <w:rsid w:val="00B90F18"/>
    <w:rsid w:val="00BA2CC1"/>
    <w:rsid w:val="00BA75D2"/>
    <w:rsid w:val="00BC43B7"/>
    <w:rsid w:val="00BD2892"/>
    <w:rsid w:val="00BD4BD7"/>
    <w:rsid w:val="00BE1D11"/>
    <w:rsid w:val="00BE335F"/>
    <w:rsid w:val="00BF14A0"/>
    <w:rsid w:val="00BF4BE1"/>
    <w:rsid w:val="00C14AD4"/>
    <w:rsid w:val="00C1502E"/>
    <w:rsid w:val="00C30476"/>
    <w:rsid w:val="00C32B11"/>
    <w:rsid w:val="00C4128A"/>
    <w:rsid w:val="00C43F0F"/>
    <w:rsid w:val="00C551C8"/>
    <w:rsid w:val="00C774E2"/>
    <w:rsid w:val="00C807EF"/>
    <w:rsid w:val="00C87753"/>
    <w:rsid w:val="00C917E5"/>
    <w:rsid w:val="00C92A92"/>
    <w:rsid w:val="00CA129D"/>
    <w:rsid w:val="00CA22DC"/>
    <w:rsid w:val="00CA6E4B"/>
    <w:rsid w:val="00CB6A79"/>
    <w:rsid w:val="00CC0174"/>
    <w:rsid w:val="00CC1FC5"/>
    <w:rsid w:val="00CC511C"/>
    <w:rsid w:val="00CC55F4"/>
    <w:rsid w:val="00CC71FE"/>
    <w:rsid w:val="00CD250D"/>
    <w:rsid w:val="00CD428E"/>
    <w:rsid w:val="00CD6E71"/>
    <w:rsid w:val="00CE564F"/>
    <w:rsid w:val="00CE6B57"/>
    <w:rsid w:val="00CF0E7F"/>
    <w:rsid w:val="00CF67D9"/>
    <w:rsid w:val="00D0274B"/>
    <w:rsid w:val="00D04F84"/>
    <w:rsid w:val="00D1410E"/>
    <w:rsid w:val="00D147A7"/>
    <w:rsid w:val="00D1635B"/>
    <w:rsid w:val="00D26E29"/>
    <w:rsid w:val="00D303C2"/>
    <w:rsid w:val="00D32293"/>
    <w:rsid w:val="00D43AAA"/>
    <w:rsid w:val="00D45395"/>
    <w:rsid w:val="00D4764A"/>
    <w:rsid w:val="00D52FBA"/>
    <w:rsid w:val="00D53220"/>
    <w:rsid w:val="00D557A2"/>
    <w:rsid w:val="00D56D6C"/>
    <w:rsid w:val="00D61466"/>
    <w:rsid w:val="00D70D29"/>
    <w:rsid w:val="00D74629"/>
    <w:rsid w:val="00D7718E"/>
    <w:rsid w:val="00D80F2C"/>
    <w:rsid w:val="00D83392"/>
    <w:rsid w:val="00D84BD5"/>
    <w:rsid w:val="00D85B64"/>
    <w:rsid w:val="00D8749D"/>
    <w:rsid w:val="00D92818"/>
    <w:rsid w:val="00DA0AD1"/>
    <w:rsid w:val="00DA17B1"/>
    <w:rsid w:val="00DA3A73"/>
    <w:rsid w:val="00DA3C01"/>
    <w:rsid w:val="00DA4AE9"/>
    <w:rsid w:val="00DA75F8"/>
    <w:rsid w:val="00DB4303"/>
    <w:rsid w:val="00DB7F12"/>
    <w:rsid w:val="00DC787C"/>
    <w:rsid w:val="00DD14CA"/>
    <w:rsid w:val="00DD1C10"/>
    <w:rsid w:val="00DD4BD5"/>
    <w:rsid w:val="00DD6711"/>
    <w:rsid w:val="00DE04A4"/>
    <w:rsid w:val="00DE63E0"/>
    <w:rsid w:val="00DE69C8"/>
    <w:rsid w:val="00DE76F9"/>
    <w:rsid w:val="00DE7B56"/>
    <w:rsid w:val="00DF232F"/>
    <w:rsid w:val="00DF26D5"/>
    <w:rsid w:val="00DF4858"/>
    <w:rsid w:val="00DF49E1"/>
    <w:rsid w:val="00DF510A"/>
    <w:rsid w:val="00DF571B"/>
    <w:rsid w:val="00DF64BB"/>
    <w:rsid w:val="00E01BC4"/>
    <w:rsid w:val="00E04315"/>
    <w:rsid w:val="00E11EAA"/>
    <w:rsid w:val="00E2116E"/>
    <w:rsid w:val="00E2641C"/>
    <w:rsid w:val="00E629B5"/>
    <w:rsid w:val="00E63088"/>
    <w:rsid w:val="00E7178B"/>
    <w:rsid w:val="00E7434D"/>
    <w:rsid w:val="00E94EBA"/>
    <w:rsid w:val="00E96FA5"/>
    <w:rsid w:val="00EA3225"/>
    <w:rsid w:val="00EA55B1"/>
    <w:rsid w:val="00EA644F"/>
    <w:rsid w:val="00EA7A9C"/>
    <w:rsid w:val="00EA7B66"/>
    <w:rsid w:val="00EB671B"/>
    <w:rsid w:val="00EC2ECB"/>
    <w:rsid w:val="00ED1B85"/>
    <w:rsid w:val="00ED4C8A"/>
    <w:rsid w:val="00EE3A3C"/>
    <w:rsid w:val="00EF485D"/>
    <w:rsid w:val="00F012B0"/>
    <w:rsid w:val="00F01382"/>
    <w:rsid w:val="00F02A1D"/>
    <w:rsid w:val="00F037AB"/>
    <w:rsid w:val="00F10A72"/>
    <w:rsid w:val="00F21AF5"/>
    <w:rsid w:val="00F22401"/>
    <w:rsid w:val="00F2457E"/>
    <w:rsid w:val="00F2647E"/>
    <w:rsid w:val="00F30075"/>
    <w:rsid w:val="00F31F9A"/>
    <w:rsid w:val="00F3207A"/>
    <w:rsid w:val="00F41A67"/>
    <w:rsid w:val="00F42F16"/>
    <w:rsid w:val="00F4702D"/>
    <w:rsid w:val="00F513FF"/>
    <w:rsid w:val="00F5321C"/>
    <w:rsid w:val="00F55978"/>
    <w:rsid w:val="00F55D42"/>
    <w:rsid w:val="00F63D71"/>
    <w:rsid w:val="00F655BD"/>
    <w:rsid w:val="00F71B6D"/>
    <w:rsid w:val="00F72EF7"/>
    <w:rsid w:val="00F81151"/>
    <w:rsid w:val="00F86F86"/>
    <w:rsid w:val="00F914BE"/>
    <w:rsid w:val="00FB5921"/>
    <w:rsid w:val="00FB61C9"/>
    <w:rsid w:val="00FB74BD"/>
    <w:rsid w:val="00FB7E54"/>
    <w:rsid w:val="00FC1823"/>
    <w:rsid w:val="00FC77FF"/>
    <w:rsid w:val="00FC7CD6"/>
    <w:rsid w:val="00FD13DB"/>
    <w:rsid w:val="00FD5093"/>
    <w:rsid w:val="00FD74A4"/>
    <w:rsid w:val="00FD7B43"/>
    <w:rsid w:val="00FE24F0"/>
    <w:rsid w:val="00FE63CA"/>
    <w:rsid w:val="00FF0A3C"/>
    <w:rsid w:val="00FF21C7"/>
    <w:rsid w:val="00FF6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B2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B51B2D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B51B2D"/>
    <w:rPr>
      <w:rFonts w:cs="Times New Roman"/>
      <w:sz w:val="28"/>
      <w:szCs w:val="28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F1B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48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A22D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F4858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CA22DC"/>
    <w:rPr>
      <w:rFonts w:cs="Times New Roman"/>
    </w:rPr>
  </w:style>
  <w:style w:type="paragraph" w:customStyle="1" w:styleId="a">
    <w:name w:val="Знак Знак Знак"/>
    <w:basedOn w:val="Normal"/>
    <w:uiPriority w:val="99"/>
    <w:rsid w:val="0035170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2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</Pages>
  <Words>109</Words>
  <Characters>623</Characters>
  <Application>Microsoft Office Outlook</Application>
  <DocSecurity>0</DocSecurity>
  <Lines>0</Lines>
  <Paragraphs>0</Paragraphs>
  <ScaleCrop>false</ScaleCrop>
  <Company>Департамент финансов Смоленской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Волченкова Е. В.</dc:creator>
  <cp:keywords/>
  <dc:description/>
  <cp:lastModifiedBy>Бух</cp:lastModifiedBy>
  <cp:revision>21</cp:revision>
  <cp:lastPrinted>2014-12-05T11:29:00Z</cp:lastPrinted>
  <dcterms:created xsi:type="dcterms:W3CDTF">2014-10-08T10:30:00Z</dcterms:created>
  <dcterms:modified xsi:type="dcterms:W3CDTF">2015-12-19T10:29:00Z</dcterms:modified>
</cp:coreProperties>
</file>